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07CD4" w14:textId="77777777" w:rsidR="00C9447A" w:rsidRDefault="00C9447A" w:rsidP="00447B8F">
      <w:pPr>
        <w:jc w:val="center"/>
        <w:rPr>
          <w:rFonts w:ascii="Arial" w:hAnsi="Arial" w:cs="Arial"/>
          <w:b/>
        </w:rPr>
      </w:pPr>
    </w:p>
    <w:p w14:paraId="16A1A5FD" w14:textId="77777777" w:rsidR="00C9447A" w:rsidRPr="00C9447A" w:rsidRDefault="00C9447A" w:rsidP="00C9447A">
      <w:pPr>
        <w:tabs>
          <w:tab w:val="left" w:pos="3795"/>
        </w:tabs>
        <w:rPr>
          <w:rFonts w:ascii="Arial" w:hAnsi="Arial" w:cs="Arial"/>
          <w:b/>
        </w:rPr>
      </w:pPr>
      <w:r w:rsidRPr="00C9447A">
        <w:rPr>
          <w:rFonts w:ascii="Arial" w:hAnsi="Arial" w:cs="Arial"/>
          <w:b/>
        </w:rPr>
        <w:t>Příloha č. 1</w:t>
      </w:r>
    </w:p>
    <w:p w14:paraId="52698DA3" w14:textId="77777777" w:rsidR="00C9447A" w:rsidRDefault="00C9447A" w:rsidP="00C9447A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p w14:paraId="366B7EEE" w14:textId="77777777" w:rsidR="00C9447A" w:rsidRDefault="00C9447A" w:rsidP="00C9447A">
      <w:pPr>
        <w:jc w:val="center"/>
        <w:rPr>
          <w:rFonts w:ascii="Arial" w:hAnsi="Arial" w:cs="Arial"/>
        </w:rPr>
      </w:pPr>
    </w:p>
    <w:p w14:paraId="54F14CB2" w14:textId="77777777" w:rsidR="00C9447A" w:rsidRDefault="00C9447A" w:rsidP="00C9447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 veřejnou zakázku </w:t>
      </w:r>
      <w:r>
        <w:rPr>
          <w:rFonts w:ascii="Arial" w:hAnsi="Arial" w:cs="Arial"/>
          <w:b/>
        </w:rPr>
        <w:t>č. j. VZ48_2024 – Služby požární ochrany pro ČRo</w:t>
      </w:r>
    </w:p>
    <w:p w14:paraId="48183982" w14:textId="77777777" w:rsidR="00C9447A" w:rsidRDefault="00C9447A" w:rsidP="00C9447A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4500"/>
      </w:tblGrid>
      <w:tr w:rsidR="00C9447A" w14:paraId="43F0DD98" w14:textId="77777777" w:rsidTr="00C9447A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6462F8D5" w14:textId="77777777" w:rsidR="00C9447A" w:rsidRDefault="00C9447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Údaje o dodavateli</w:t>
            </w:r>
          </w:p>
        </w:tc>
      </w:tr>
      <w:tr w:rsidR="00C9447A" w14:paraId="251EA643" w14:textId="77777777" w:rsidTr="00C9447A">
        <w:trPr>
          <w:trHeight w:val="63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A71DE5F" w14:textId="77777777" w:rsidR="00C9447A" w:rsidRDefault="00C944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Obchodní firma nebo název</w:t>
            </w:r>
          </w:p>
          <w:p w14:paraId="4D6CA74C" w14:textId="77777777" w:rsidR="00C9447A" w:rsidRDefault="00C9447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C5ADEB5" w14:textId="77777777" w:rsidR="00C9447A" w:rsidRDefault="00C944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C9447A" w14:paraId="6FF155B9" w14:textId="77777777" w:rsidTr="00C9447A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3DD3062" w14:textId="77777777" w:rsidR="00C9447A" w:rsidRDefault="00C944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Sídlo</w:t>
            </w:r>
          </w:p>
          <w:p w14:paraId="7795E37C" w14:textId="77777777" w:rsidR="00C9447A" w:rsidRDefault="00C944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právnickou osobu)</w:t>
            </w:r>
          </w:p>
          <w:p w14:paraId="4C44FB9D" w14:textId="77777777" w:rsidR="00C9447A" w:rsidRDefault="00C944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Místo podnikání popř. místo trvalého pobytu</w:t>
            </w:r>
          </w:p>
          <w:p w14:paraId="0D75A1B6" w14:textId="77777777" w:rsidR="00C9447A" w:rsidRDefault="00C9447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4C97744" w14:textId="77777777" w:rsidR="00C9447A" w:rsidRDefault="00C944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C9447A" w14:paraId="107624E1" w14:textId="77777777" w:rsidTr="00C9447A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8729B50" w14:textId="77777777" w:rsidR="00C9447A" w:rsidRDefault="00C944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Právní forma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FBCFE56" w14:textId="77777777" w:rsidR="00C9447A" w:rsidRDefault="00C944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C9447A" w14:paraId="0D30D23E" w14:textId="77777777" w:rsidTr="00C9447A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F717420" w14:textId="77777777" w:rsidR="00C9447A" w:rsidRDefault="00C944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E80C5CA" w14:textId="77777777" w:rsidR="00C9447A" w:rsidRDefault="00C944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C9447A" w14:paraId="661E70C4" w14:textId="77777777" w:rsidTr="00C9447A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4FE51AB" w14:textId="77777777" w:rsidR="00C9447A" w:rsidRDefault="00C944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DIČ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B8FC8FD" w14:textId="77777777" w:rsidR="00C9447A" w:rsidRDefault="00C944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C9447A" w14:paraId="452C53EF" w14:textId="77777777" w:rsidTr="00C9447A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8D90DC2" w14:textId="77777777" w:rsidR="00C9447A" w:rsidRDefault="00C944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9F19D4C" w14:textId="77777777" w:rsidR="00C9447A" w:rsidRDefault="00C944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C9447A" w14:paraId="7BCC423B" w14:textId="77777777" w:rsidTr="00C9447A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09CE43F" w14:textId="77777777" w:rsidR="00C9447A" w:rsidRDefault="00C944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DED185C" w14:textId="77777777" w:rsidR="00C9447A" w:rsidRDefault="00C944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C9447A" w14:paraId="771FB82F" w14:textId="77777777" w:rsidTr="00C9447A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615D634" w14:textId="77777777" w:rsidR="00C9447A" w:rsidRDefault="00C944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Adresa datové schránky pro účely komunikace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C783FF" w14:textId="77777777" w:rsidR="00C9447A" w:rsidRDefault="00C944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C9447A" w14:paraId="623A61DA" w14:textId="77777777" w:rsidTr="00C9447A">
        <w:trPr>
          <w:trHeight w:val="446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6E9C84E" w14:textId="77777777" w:rsidR="00C9447A" w:rsidRDefault="00C944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Kontaktní osoba pro jednání ve věci nabídky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1B61B19" w14:textId="77777777" w:rsidR="00C9447A" w:rsidRDefault="00C944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C9447A" w14:paraId="57CC4F11" w14:textId="77777777" w:rsidTr="00C9447A">
        <w:trPr>
          <w:trHeight w:val="25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4C8C4E1" w14:textId="77777777" w:rsidR="00C9447A" w:rsidRDefault="00C944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5535E007" w14:textId="77777777" w:rsidR="00C9447A" w:rsidRDefault="00C944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Informace o typu podniku (v případě právnické osoby)*</w:t>
            </w:r>
          </w:p>
          <w:p w14:paraId="0EE042CA" w14:textId="77777777" w:rsidR="00C9447A" w:rsidRDefault="00C944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C6EF57B" w14:textId="77777777" w:rsidR="00C9447A" w:rsidRDefault="00C944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C9447A" w14:paraId="70D6D0FE" w14:textId="77777777" w:rsidTr="00C9447A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540221C8" w14:textId="77777777" w:rsidR="00C9447A" w:rsidRDefault="00C9447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Údaje o poddodavateli – 1)**</w:t>
            </w:r>
          </w:p>
        </w:tc>
      </w:tr>
      <w:tr w:rsidR="00C9447A" w14:paraId="25B0557D" w14:textId="77777777" w:rsidTr="00C9447A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C1C8A38" w14:textId="77777777" w:rsidR="00C9447A" w:rsidRDefault="00C944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Obchodní firma nebo název</w:t>
            </w:r>
          </w:p>
          <w:p w14:paraId="6DEF808D" w14:textId="77777777" w:rsidR="00C9447A" w:rsidRDefault="00C9447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82384F4" w14:textId="77777777" w:rsidR="00C9447A" w:rsidRDefault="00C944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C9447A" w14:paraId="12496FEE" w14:textId="77777777" w:rsidTr="00C9447A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8CC75DF" w14:textId="77777777" w:rsidR="00C9447A" w:rsidRDefault="00C944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Sídlo</w:t>
            </w:r>
          </w:p>
          <w:p w14:paraId="56D2E791" w14:textId="77777777" w:rsidR="00C9447A" w:rsidRDefault="00C944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právnickou osobu)</w:t>
            </w:r>
          </w:p>
          <w:p w14:paraId="740A93BE" w14:textId="77777777" w:rsidR="00C9447A" w:rsidRDefault="00C944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Místo podnikání popř. místo trvalého pobytu</w:t>
            </w:r>
          </w:p>
          <w:p w14:paraId="54D2D9B5" w14:textId="77777777" w:rsidR="00C9447A" w:rsidRDefault="00C9447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7F6CDFF" w14:textId="77777777" w:rsidR="00C9447A" w:rsidRDefault="00C944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C9447A" w14:paraId="47EB65D7" w14:textId="77777777" w:rsidTr="00C9447A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657AB18" w14:textId="77777777" w:rsidR="00C9447A" w:rsidRDefault="00C944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C4B82F3" w14:textId="77777777" w:rsidR="00C9447A" w:rsidRDefault="00C944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C9447A" w14:paraId="6672A07D" w14:textId="77777777" w:rsidTr="00C9447A">
        <w:trPr>
          <w:trHeight w:val="1059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CAEC079" w14:textId="77777777" w:rsidR="00C9447A" w:rsidRDefault="00C944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Popis plnění poddodavatele (části zakázky)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71AB3DB" w14:textId="77777777" w:rsidR="00C9447A" w:rsidRDefault="00C944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5683C3A2" w14:textId="77777777" w:rsidR="00C9447A" w:rsidRDefault="00C9447A" w:rsidP="00C9447A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17F51118" w14:textId="77777777" w:rsidR="00C9447A" w:rsidRDefault="00C9447A" w:rsidP="00C9447A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2F9D8722" w14:textId="77777777" w:rsidR="00C9447A" w:rsidRDefault="00C9447A" w:rsidP="00C9447A">
      <w:pPr>
        <w:pStyle w:val="Odstavecseseznamem"/>
        <w:numPr>
          <w:ilvl w:val="0"/>
          <w:numId w:val="44"/>
        </w:numPr>
        <w:contextualSpacing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955ECC8" w14:textId="77777777" w:rsidR="00C9447A" w:rsidRDefault="00C9447A" w:rsidP="00C9447A">
      <w:pPr>
        <w:pStyle w:val="Odstavecseseznamem"/>
        <w:numPr>
          <w:ilvl w:val="0"/>
          <w:numId w:val="44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00698ECD" w14:textId="77777777" w:rsidR="00C9447A" w:rsidRDefault="00C9447A" w:rsidP="00C9447A">
      <w:pPr>
        <w:pStyle w:val="Odstavecseseznamem"/>
        <w:numPr>
          <w:ilvl w:val="0"/>
          <w:numId w:val="44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6C97EF4A" w14:textId="77777777" w:rsidR="00C9447A" w:rsidRDefault="00C9447A" w:rsidP="00C9447A">
      <w:pPr>
        <w:pStyle w:val="Odstavecseseznamem"/>
        <w:numPr>
          <w:ilvl w:val="0"/>
          <w:numId w:val="44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1BC3D928" w14:textId="77777777" w:rsidR="00C9447A" w:rsidRDefault="00C9447A" w:rsidP="00C9447A">
      <w:pPr>
        <w:rPr>
          <w:rFonts w:ascii="Arial" w:hAnsi="Arial" w:cs="Arial"/>
          <w:i/>
          <w:sz w:val="18"/>
          <w:szCs w:val="18"/>
        </w:rPr>
      </w:pPr>
    </w:p>
    <w:p w14:paraId="436E8B5A" w14:textId="77777777" w:rsidR="00C9447A" w:rsidRDefault="00C9447A" w:rsidP="00C9447A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 V případě více poddodavatelů přidá dodavatel do tabulky příslušné řádky.</w:t>
      </w:r>
    </w:p>
    <w:p w14:paraId="02E4E1E7" w14:textId="77777777" w:rsidR="00C9447A" w:rsidRDefault="00C9447A" w:rsidP="00C9447A">
      <w:pPr>
        <w:rPr>
          <w:rFonts w:ascii="Arial" w:hAnsi="Arial" w:cs="Arial"/>
        </w:rPr>
      </w:pPr>
    </w:p>
    <w:p w14:paraId="21BB051B" w14:textId="77777777" w:rsidR="00C9447A" w:rsidRDefault="00C9447A" w:rsidP="00447B8F">
      <w:pPr>
        <w:jc w:val="center"/>
        <w:rPr>
          <w:rFonts w:ascii="Arial" w:hAnsi="Arial" w:cs="Arial"/>
          <w:b/>
        </w:rPr>
      </w:pPr>
    </w:p>
    <w:p w14:paraId="1EBF9A68" w14:textId="77777777" w:rsidR="00C9447A" w:rsidRDefault="00C9447A" w:rsidP="00447B8F">
      <w:pPr>
        <w:jc w:val="center"/>
        <w:rPr>
          <w:rFonts w:ascii="Arial" w:hAnsi="Arial" w:cs="Arial"/>
          <w:b/>
        </w:rPr>
      </w:pPr>
    </w:p>
    <w:p w14:paraId="379337BC" w14:textId="77777777" w:rsidR="00D44239" w:rsidRDefault="00195B62" w:rsidP="00447B8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Čestné prohlášení</w:t>
      </w:r>
    </w:p>
    <w:p w14:paraId="25CE0ABB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6C7E5CD5" w14:textId="77777777" w:rsidR="00BC04C5" w:rsidRPr="002D1A2C" w:rsidRDefault="00195B62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14:paraId="46BC3A5C" w14:textId="77777777" w:rsidR="00BC04C5" w:rsidRPr="002D1A2C" w:rsidRDefault="00BC04C5">
      <w:pPr>
        <w:rPr>
          <w:rFonts w:ascii="Arial" w:hAnsi="Arial" w:cs="Arial"/>
        </w:rPr>
      </w:pPr>
    </w:p>
    <w:p w14:paraId="3E17B350" w14:textId="77777777"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A940DE" w14:paraId="701A9452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2E46E060" w14:textId="77777777" w:rsidR="00D8160F" w:rsidRPr="0015050E" w:rsidRDefault="00195B62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VZ48_2024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Služby požární ochrany pro ČRo</w:t>
            </w:r>
          </w:p>
        </w:tc>
      </w:tr>
      <w:tr w:rsidR="00A940DE" w14:paraId="41275FF4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46B8F8A3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1E98EC35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A940DE" w14:paraId="0652C950" w14:textId="77777777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BAA7B8D" w14:textId="77777777" w:rsidR="00B9440E" w:rsidRPr="00447B8F" w:rsidRDefault="00195B62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A940DE" w14:paraId="5525B277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101A38F" w14:textId="77777777" w:rsidR="00B9440E" w:rsidRPr="00447B8F" w:rsidRDefault="00195B6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26EC5FD8" w14:textId="77777777" w:rsidR="00B9440E" w:rsidRPr="00447B8F" w:rsidRDefault="00195B62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A940DE" w14:paraId="0B2FA438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23C66A2" w14:textId="77777777" w:rsidR="00B9440E" w:rsidRPr="00447B8F" w:rsidRDefault="00195B6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23A21CF" w14:textId="77777777" w:rsidR="00B9440E" w:rsidRPr="00447B8F" w:rsidRDefault="00195B62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A940DE" w14:paraId="309F0D05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DBBBDA8" w14:textId="77777777" w:rsidR="00B9440E" w:rsidRPr="00447B8F" w:rsidRDefault="00195B6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6667A12C" w14:textId="77777777" w:rsidR="00B9440E" w:rsidRPr="00447B8F" w:rsidRDefault="00195B62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60C35234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A940DE" w14:paraId="60E7FF6F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5897B" w14:textId="77777777" w:rsidR="001132CC" w:rsidRPr="00447B8F" w:rsidRDefault="00195B62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A940DE" w14:paraId="06AD491A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3F3F37AA" w14:textId="77777777" w:rsidR="001132CC" w:rsidRPr="00447B8F" w:rsidRDefault="00195B6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74755A3" w14:textId="77777777" w:rsidR="001132CC" w:rsidRPr="00447B8F" w:rsidRDefault="00195B6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A940DE" w14:paraId="18DA1D4C" w14:textId="77777777" w:rsidTr="001137C9">
        <w:trPr>
          <w:cantSplit/>
          <w:trHeight w:val="227"/>
        </w:trPr>
        <w:tc>
          <w:tcPr>
            <w:tcW w:w="3686" w:type="dxa"/>
          </w:tcPr>
          <w:p w14:paraId="40DA19BA" w14:textId="77777777" w:rsidR="001132CC" w:rsidRPr="00447B8F" w:rsidRDefault="00195B6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A19BFA7" w14:textId="77777777" w:rsidR="001132CC" w:rsidRPr="00447B8F" w:rsidRDefault="00195B6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A940DE" w14:paraId="014C55BC" w14:textId="77777777" w:rsidTr="001137C9">
        <w:trPr>
          <w:cantSplit/>
          <w:trHeight w:val="227"/>
        </w:trPr>
        <w:tc>
          <w:tcPr>
            <w:tcW w:w="3686" w:type="dxa"/>
          </w:tcPr>
          <w:p w14:paraId="02A2A5DC" w14:textId="77777777" w:rsidR="001132CC" w:rsidRPr="00447B8F" w:rsidRDefault="00195B6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4C193B5" w14:textId="77777777" w:rsidR="001132CC" w:rsidRPr="00447B8F" w:rsidRDefault="00195B6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A940DE" w14:paraId="25A17911" w14:textId="77777777" w:rsidTr="001137C9">
        <w:trPr>
          <w:cantSplit/>
          <w:trHeight w:val="227"/>
        </w:trPr>
        <w:tc>
          <w:tcPr>
            <w:tcW w:w="3686" w:type="dxa"/>
          </w:tcPr>
          <w:p w14:paraId="6881C2A5" w14:textId="77777777" w:rsidR="001132CC" w:rsidRPr="00447B8F" w:rsidRDefault="00195B6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55151A5E" w14:textId="77777777" w:rsidR="001132CC" w:rsidRPr="00447B8F" w:rsidRDefault="00195B6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A940DE" w14:paraId="3E394BFE" w14:textId="77777777" w:rsidTr="001137C9">
        <w:trPr>
          <w:cantSplit/>
          <w:trHeight w:val="227"/>
        </w:trPr>
        <w:tc>
          <w:tcPr>
            <w:tcW w:w="3686" w:type="dxa"/>
          </w:tcPr>
          <w:p w14:paraId="3EAE50C0" w14:textId="77777777" w:rsidR="001132CC" w:rsidRPr="00447B8F" w:rsidRDefault="00195B6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05CABD8" w14:textId="77777777" w:rsidR="001132CC" w:rsidRPr="00447B8F" w:rsidRDefault="00195B6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A940DE" w14:paraId="119B5987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72536E6" w14:textId="77777777" w:rsidR="001132CC" w:rsidRPr="00447B8F" w:rsidRDefault="00195B6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29B7F76A" w14:textId="77777777" w:rsidR="001132CC" w:rsidRPr="00447B8F" w:rsidRDefault="00195B6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A940DE" w14:paraId="0D2A67A4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0FC6567B" w14:textId="77777777" w:rsidR="00D80188" w:rsidRPr="00447B8F" w:rsidRDefault="00195B62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6F05645" w14:textId="77777777" w:rsidR="004F14F4" w:rsidRPr="00447B8F" w:rsidRDefault="00195B6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2ED6B880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7E70C9A2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47F44277" w14:textId="77777777" w:rsidR="001132CC" w:rsidRPr="00447B8F" w:rsidRDefault="00195B62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00A6976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120A87BC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3905F7D0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500B49A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771D456B" w14:textId="77777777" w:rsidR="00111F86" w:rsidRPr="00447B8F" w:rsidRDefault="00195B62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38FD130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FCFE8CE" w14:textId="2C627382" w:rsidR="008D7673" w:rsidRDefault="00195B62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46230AF1" w14:textId="77777777"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14:paraId="249178BB" w14:textId="77777777"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14:paraId="22A268D4" w14:textId="77777777" w:rsidR="00772B2B" w:rsidRDefault="00195B62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>části B. Kvalifikace v čl. I</w:t>
      </w:r>
      <w:r w:rsidR="00772B2B">
        <w:rPr>
          <w:rFonts w:ascii="Arial" w:hAnsi="Arial" w:cs="Arial"/>
          <w:sz w:val="20"/>
          <w:szCs w:val="20"/>
        </w:rPr>
        <w:t>II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772B2B">
        <w:rPr>
          <w:rFonts w:ascii="Arial" w:hAnsi="Arial" w:cs="Arial"/>
          <w:sz w:val="20"/>
          <w:szCs w:val="20"/>
        </w:rPr>
        <w:t>:</w:t>
      </w:r>
    </w:p>
    <w:p w14:paraId="7BD152C1" w14:textId="4ACA183A" w:rsidR="008C277F" w:rsidRDefault="00772B2B" w:rsidP="00772B2B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- </w:t>
      </w:r>
      <w:r w:rsidR="00B63984">
        <w:rPr>
          <w:rFonts w:ascii="Arial" w:hAnsi="Arial" w:cs="Arial"/>
          <w:sz w:val="20"/>
          <w:szCs w:val="20"/>
        </w:rPr>
        <w:t xml:space="preserve">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</w:t>
      </w:r>
      <w:r w:rsidR="00A004B7" w:rsidRPr="00AC56EE">
        <w:rPr>
          <w:rFonts w:ascii="Arial" w:hAnsi="Arial" w:cs="Arial"/>
          <w:b/>
          <w:sz w:val="20"/>
          <w:szCs w:val="20"/>
        </w:rPr>
        <w:t>Seznam významných</w:t>
      </w:r>
      <w:r w:rsidR="00657AF1" w:rsidRPr="00AC56EE">
        <w:rPr>
          <w:rFonts w:ascii="Arial" w:hAnsi="Arial" w:cs="Arial"/>
          <w:b/>
          <w:sz w:val="20"/>
          <w:szCs w:val="20"/>
        </w:rPr>
        <w:t xml:space="preserve"> služeb</w:t>
      </w:r>
      <w:r w:rsidR="003A03EA">
        <w:rPr>
          <w:rFonts w:ascii="Arial" w:hAnsi="Arial" w:cs="Arial"/>
          <w:b/>
          <w:sz w:val="20"/>
          <w:szCs w:val="20"/>
        </w:rPr>
        <w:t>,</w:t>
      </w:r>
      <w:r w:rsidR="003A03EA" w:rsidRPr="00210C2D">
        <w:rPr>
          <w:rFonts w:ascii="Arial" w:hAnsi="Arial" w:cs="Arial"/>
          <w:sz w:val="20"/>
          <w:szCs w:val="20"/>
        </w:rPr>
        <w:t xml:space="preserve"> kde</w:t>
      </w:r>
      <w:r w:rsidR="00B63984">
        <w:rPr>
          <w:rFonts w:ascii="Arial" w:hAnsi="Arial" w:cs="Arial"/>
          <w:sz w:val="20"/>
          <w:szCs w:val="20"/>
        </w:rPr>
        <w:t xml:space="preserve"> zadávací dokumentace dále</w:t>
      </w:r>
      <w:r w:rsidR="00195B62" w:rsidRPr="00657AF1">
        <w:rPr>
          <w:rFonts w:ascii="Arial" w:hAnsi="Arial" w:cs="Arial"/>
          <w:sz w:val="20"/>
          <w:szCs w:val="20"/>
        </w:rPr>
        <w:t xml:space="preserve"> uvádí seznam </w:t>
      </w:r>
      <w:r>
        <w:rPr>
          <w:rFonts w:ascii="Arial" w:hAnsi="Arial" w:cs="Arial"/>
          <w:sz w:val="20"/>
          <w:szCs w:val="20"/>
        </w:rPr>
        <w:t xml:space="preserve">služeb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="00195B62"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="00195B62" w:rsidRPr="00657AF1">
        <w:rPr>
          <w:rFonts w:ascii="Arial" w:hAnsi="Arial" w:cs="Arial"/>
          <w:sz w:val="20"/>
          <w:szCs w:val="20"/>
        </w:rPr>
        <w:t xml:space="preserve"> </w:t>
      </w:r>
      <w:r w:rsidR="00BF35F5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="00195B62"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>
        <w:rPr>
          <w:rFonts w:ascii="Arial" w:hAnsi="Arial" w:cs="Arial"/>
          <w:sz w:val="20"/>
          <w:szCs w:val="20"/>
        </w:rPr>
        <w:t xml:space="preserve">objednatele </w:t>
      </w:r>
    </w:p>
    <w:p w14:paraId="27B6806B" w14:textId="3601FD37" w:rsidR="00772B2B" w:rsidRDefault="00772B2B" w:rsidP="00772B2B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v rámci odst</w:t>
      </w:r>
      <w:r w:rsidR="003A03EA">
        <w:rPr>
          <w:rFonts w:ascii="Arial" w:hAnsi="Arial" w:cs="Arial"/>
          <w:sz w:val="20"/>
          <w:szCs w:val="20"/>
        </w:rPr>
        <w:t xml:space="preserve">. 2 </w:t>
      </w:r>
      <w:r w:rsidR="003A03EA">
        <w:rPr>
          <w:rFonts w:ascii="Arial" w:hAnsi="Arial" w:cs="Arial"/>
          <w:b/>
          <w:sz w:val="20"/>
          <w:szCs w:val="20"/>
        </w:rPr>
        <w:t xml:space="preserve">Osvědčení o vzdělání a odborné kvalifikaci osob, </w:t>
      </w:r>
      <w:r w:rsidR="003A03EA">
        <w:rPr>
          <w:rFonts w:ascii="Arial" w:hAnsi="Arial" w:cs="Arial"/>
          <w:sz w:val="20"/>
          <w:szCs w:val="20"/>
        </w:rPr>
        <w:t xml:space="preserve">kde </w:t>
      </w:r>
      <w:r w:rsidR="00AC56EE">
        <w:rPr>
          <w:rFonts w:ascii="Arial" w:hAnsi="Arial" w:cs="Arial"/>
          <w:sz w:val="20"/>
          <w:szCs w:val="20"/>
        </w:rPr>
        <w:t>zadávací dokumentace dále</w:t>
      </w:r>
      <w:r w:rsidR="00AC56EE" w:rsidRPr="00657AF1">
        <w:rPr>
          <w:rFonts w:ascii="Arial" w:hAnsi="Arial" w:cs="Arial"/>
          <w:sz w:val="20"/>
          <w:szCs w:val="20"/>
        </w:rPr>
        <w:t xml:space="preserve"> uvádí seznam </w:t>
      </w:r>
      <w:r w:rsidR="00AC56EE">
        <w:rPr>
          <w:rFonts w:ascii="Arial" w:hAnsi="Arial" w:cs="Arial"/>
          <w:sz w:val="20"/>
          <w:szCs w:val="20"/>
        </w:rPr>
        <w:t>specialistů a jejich platných certifikací</w:t>
      </w:r>
    </w:p>
    <w:p w14:paraId="110FD90C" w14:textId="77777777" w:rsidR="00772B2B" w:rsidRPr="00657AF1" w:rsidRDefault="00772B2B" w:rsidP="00AC56EE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860B87E" w14:textId="77777777"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21926F59" w14:textId="77777777"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09C67E4E" w14:textId="77777777"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EE82911" w14:textId="74C0483D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0FA04925" w14:textId="1322C305" w:rsidR="00BF35F5" w:rsidRDefault="00BF35F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37A06198" w14:textId="1ECCE8B3" w:rsidR="00BF35F5" w:rsidRDefault="00BF35F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3607E4C2" w14:textId="77777777" w:rsidR="00BF35F5" w:rsidRDefault="00BF35F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4B7C2387" w14:textId="77777777" w:rsidR="00BF5695" w:rsidRDefault="00195B62" w:rsidP="00593E12">
      <w:pPr>
        <w:pStyle w:val="Odstavecseseznamem"/>
        <w:rPr>
          <w:rFonts w:ascii="Arial" w:hAnsi="Arial" w:cs="Arial"/>
          <w:sz w:val="20"/>
          <w:szCs w:val="20"/>
        </w:rPr>
      </w:pPr>
      <w:bookmarkStart w:id="1" w:name="_GoBack"/>
      <w:r>
        <w:rPr>
          <w:rFonts w:ascii="Arial" w:hAnsi="Arial" w:cs="Arial"/>
          <w:sz w:val="20"/>
          <w:szCs w:val="20"/>
        </w:rPr>
        <w:t>Referenční zakázka č. 1:</w:t>
      </w:r>
      <w:bookmarkEnd w:id="1"/>
    </w:p>
    <w:p w14:paraId="746BCE4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940DE" w14:paraId="60668D3E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6D56AA2" w14:textId="77777777" w:rsidR="00593E12" w:rsidRPr="00447B8F" w:rsidRDefault="00195B62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468B7F9" w14:textId="77777777" w:rsidR="00593E12" w:rsidRPr="00447B8F" w:rsidRDefault="00195B6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940DE" w14:paraId="14454500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59456FCB" w14:textId="77777777" w:rsidR="00593E12" w:rsidRPr="00447B8F" w:rsidRDefault="00195B6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7DEAAA4" w14:textId="77777777" w:rsidR="00593E12" w:rsidRPr="00447B8F" w:rsidRDefault="00195B6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940DE" w14:paraId="179DFB1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074C84C" w14:textId="77777777" w:rsidR="00593E12" w:rsidRPr="00447B8F" w:rsidRDefault="00195B6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B34E765" w14:textId="77777777" w:rsidR="00593E12" w:rsidRPr="00447B8F" w:rsidRDefault="00195B6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940DE" w14:paraId="3B0AC62E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22B65C53" w14:textId="77777777" w:rsidR="00593E12" w:rsidRPr="00447B8F" w:rsidRDefault="00195B6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900B41E" w14:textId="77777777" w:rsidR="00593E12" w:rsidRPr="00447B8F" w:rsidRDefault="00195B6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940DE" w14:paraId="6C2D0CD6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761A00A" w14:textId="77777777" w:rsidR="00593E12" w:rsidRPr="00447B8F" w:rsidRDefault="00195B62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745647D" w14:textId="77777777" w:rsidR="00593E12" w:rsidRPr="00447B8F" w:rsidRDefault="00195B6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752707F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50B26A43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67A37A08" w14:textId="77777777" w:rsidR="00BF5695" w:rsidRDefault="00195B62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058D821E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940DE" w14:paraId="04162D0A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0C55A05" w14:textId="77777777" w:rsidR="00A004B7" w:rsidRPr="00447B8F" w:rsidRDefault="00195B62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E1B303B" w14:textId="77777777" w:rsidR="00A004B7" w:rsidRPr="00447B8F" w:rsidRDefault="00195B6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940DE" w14:paraId="6F19C1CD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1CA97CC" w14:textId="77777777" w:rsidR="00A004B7" w:rsidRPr="00447B8F" w:rsidRDefault="00195B6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42E4BAC" w14:textId="77777777" w:rsidR="00A004B7" w:rsidRPr="00447B8F" w:rsidRDefault="00195B6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940DE" w14:paraId="1A1D0055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A2CB7C7" w14:textId="77777777" w:rsidR="00A004B7" w:rsidRPr="00447B8F" w:rsidRDefault="00195B6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93331F" w14:textId="77777777" w:rsidR="00A004B7" w:rsidRPr="00447B8F" w:rsidRDefault="00195B6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940DE" w14:paraId="46FC8A7F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5A28F13" w14:textId="77777777" w:rsidR="00A004B7" w:rsidRPr="00447B8F" w:rsidRDefault="00195B6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857AFB5" w14:textId="77777777" w:rsidR="00A004B7" w:rsidRPr="00447B8F" w:rsidRDefault="00195B6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940DE" w14:paraId="2BE1F4E5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159F883" w14:textId="77777777" w:rsidR="00A004B7" w:rsidRPr="00447B8F" w:rsidRDefault="00195B62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39F9347" w14:textId="77777777" w:rsidR="00A004B7" w:rsidRPr="00447B8F" w:rsidRDefault="00195B6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67CB076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488A6C58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016B3EC5" w14:textId="77777777" w:rsidR="00BF5695" w:rsidRDefault="00195B62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14:paraId="0A53B408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940DE" w14:paraId="0E08BD1F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82E4DAE" w14:textId="77777777" w:rsidR="00A004B7" w:rsidRPr="00447B8F" w:rsidRDefault="00195B62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366E916" w14:textId="77777777" w:rsidR="00A004B7" w:rsidRPr="00447B8F" w:rsidRDefault="00195B6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940DE" w14:paraId="48D144A8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04C16B9" w14:textId="77777777" w:rsidR="00A004B7" w:rsidRPr="00447B8F" w:rsidRDefault="00195B6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2105D20" w14:textId="77777777" w:rsidR="00A004B7" w:rsidRPr="00447B8F" w:rsidRDefault="00195B6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940DE" w14:paraId="73E29C4D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F43B371" w14:textId="77777777" w:rsidR="00A004B7" w:rsidRPr="00447B8F" w:rsidRDefault="00195B6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347C87A" w14:textId="77777777" w:rsidR="00A004B7" w:rsidRPr="00447B8F" w:rsidRDefault="00195B6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940DE" w14:paraId="745BD279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579327B7" w14:textId="77777777" w:rsidR="00A004B7" w:rsidRPr="00447B8F" w:rsidRDefault="00195B6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3677E0F" w14:textId="77777777" w:rsidR="00A004B7" w:rsidRPr="00447B8F" w:rsidRDefault="00195B6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940DE" w14:paraId="3071B53F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1A661AC" w14:textId="77777777" w:rsidR="00A004B7" w:rsidRPr="00447B8F" w:rsidRDefault="00195B62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6FDC4BF" w14:textId="77777777" w:rsidR="00A004B7" w:rsidRPr="00447B8F" w:rsidRDefault="00195B6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C599230" w14:textId="5349FD73" w:rsidR="00BF35F5" w:rsidRDefault="00BF35F5" w:rsidP="00593E12">
      <w:pPr>
        <w:rPr>
          <w:rFonts w:ascii="Arial" w:hAnsi="Arial" w:cs="Arial"/>
          <w:color w:val="FF0000"/>
          <w:sz w:val="20"/>
          <w:szCs w:val="20"/>
        </w:rPr>
      </w:pPr>
    </w:p>
    <w:p w14:paraId="588CFF97" w14:textId="06CF74D3" w:rsidR="00BF35F5" w:rsidRDefault="00BF35F5" w:rsidP="00593E12">
      <w:pPr>
        <w:rPr>
          <w:rFonts w:ascii="Arial" w:hAnsi="Arial" w:cs="Arial"/>
          <w:color w:val="FF0000"/>
          <w:sz w:val="20"/>
          <w:szCs w:val="20"/>
        </w:rPr>
      </w:pPr>
    </w:p>
    <w:p w14:paraId="5FC18350" w14:textId="1DD78AE7" w:rsidR="00AC56EE" w:rsidRDefault="00AC56EE" w:rsidP="00593E12">
      <w:pPr>
        <w:rPr>
          <w:rFonts w:ascii="Arial" w:hAnsi="Arial" w:cs="Arial"/>
          <w:color w:val="FF0000"/>
          <w:sz w:val="20"/>
          <w:szCs w:val="20"/>
        </w:rPr>
      </w:pPr>
    </w:p>
    <w:p w14:paraId="70F8768A" w14:textId="06E875EF" w:rsidR="00AC56EE" w:rsidRDefault="00AC56EE" w:rsidP="00593E12">
      <w:pPr>
        <w:rPr>
          <w:rFonts w:ascii="Arial" w:hAnsi="Arial" w:cs="Arial"/>
          <w:color w:val="FF0000"/>
          <w:sz w:val="20"/>
          <w:szCs w:val="20"/>
        </w:rPr>
      </w:pPr>
    </w:p>
    <w:p w14:paraId="1F011796" w14:textId="07F28D18" w:rsidR="00AC56EE" w:rsidRDefault="00AC56EE" w:rsidP="00593E12">
      <w:pPr>
        <w:rPr>
          <w:rFonts w:ascii="Arial" w:hAnsi="Arial" w:cs="Arial"/>
          <w:color w:val="FF0000"/>
          <w:sz w:val="20"/>
          <w:szCs w:val="20"/>
        </w:rPr>
      </w:pPr>
    </w:p>
    <w:p w14:paraId="7F1B7CA6" w14:textId="77777777" w:rsidR="00AC56EE" w:rsidRDefault="00AC56EE" w:rsidP="00593E12">
      <w:pPr>
        <w:rPr>
          <w:rFonts w:ascii="Arial" w:hAnsi="Arial" w:cs="Arial"/>
          <w:color w:val="FF0000"/>
          <w:sz w:val="20"/>
          <w:szCs w:val="20"/>
        </w:rPr>
      </w:pPr>
    </w:p>
    <w:p w14:paraId="1BF87D82" w14:textId="26F3B753" w:rsidR="00BF35F5" w:rsidRDefault="00BF35F5" w:rsidP="00593E12">
      <w:pPr>
        <w:rPr>
          <w:rFonts w:ascii="Arial" w:hAnsi="Arial" w:cs="Arial"/>
          <w:color w:val="FF0000"/>
          <w:sz w:val="20"/>
          <w:szCs w:val="20"/>
        </w:rPr>
      </w:pPr>
    </w:p>
    <w:p w14:paraId="6E29CB5D" w14:textId="2982475B" w:rsidR="00BF35F5" w:rsidRDefault="00BF35F5" w:rsidP="00BF35F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4:</w:t>
      </w:r>
    </w:p>
    <w:p w14:paraId="546B9A9B" w14:textId="77777777" w:rsidR="00BF35F5" w:rsidRPr="00447B8F" w:rsidRDefault="00BF35F5" w:rsidP="00BF35F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35F5" w14:paraId="20B58148" w14:textId="77777777" w:rsidTr="002C51A7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3F1714D5" w14:textId="77777777" w:rsidR="00BF35F5" w:rsidRPr="00447B8F" w:rsidRDefault="00BF35F5" w:rsidP="002C51A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3871820" w14:textId="77777777" w:rsidR="00BF35F5" w:rsidRPr="00447B8F" w:rsidRDefault="00BF35F5" w:rsidP="002C51A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35F5" w14:paraId="5E9631BC" w14:textId="77777777" w:rsidTr="002C51A7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E2D7228" w14:textId="77777777" w:rsidR="00BF35F5" w:rsidRPr="00447B8F" w:rsidRDefault="00BF35F5" w:rsidP="002C51A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08161EA" w14:textId="77777777" w:rsidR="00BF35F5" w:rsidRPr="00447B8F" w:rsidRDefault="00BF35F5" w:rsidP="002C51A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35F5" w14:paraId="3571E59B" w14:textId="77777777" w:rsidTr="002C51A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2FEF06F" w14:textId="77777777" w:rsidR="00BF35F5" w:rsidRPr="00447B8F" w:rsidRDefault="00BF35F5" w:rsidP="002C51A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95AA4D2" w14:textId="77777777" w:rsidR="00BF35F5" w:rsidRPr="00447B8F" w:rsidRDefault="00BF35F5" w:rsidP="002C51A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35F5" w14:paraId="7F4D50F9" w14:textId="77777777" w:rsidTr="002C51A7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D823290" w14:textId="77777777" w:rsidR="00BF35F5" w:rsidRPr="00447B8F" w:rsidRDefault="00BF35F5" w:rsidP="002C51A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6DAB48D" w14:textId="77777777" w:rsidR="00BF35F5" w:rsidRPr="00447B8F" w:rsidRDefault="00BF35F5" w:rsidP="002C51A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35F5" w14:paraId="731F7088" w14:textId="77777777" w:rsidTr="002C51A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42852CC" w14:textId="77777777" w:rsidR="00BF35F5" w:rsidRPr="00447B8F" w:rsidRDefault="00BF35F5" w:rsidP="002C51A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9FD3D25" w14:textId="77777777" w:rsidR="00BF35F5" w:rsidRPr="00447B8F" w:rsidRDefault="00BF35F5" w:rsidP="002C51A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82D052C" w14:textId="77777777" w:rsidR="00BF35F5" w:rsidRDefault="00BF35F5" w:rsidP="00BF35F5">
      <w:pPr>
        <w:pStyle w:val="Odstavecseseznamem"/>
        <w:rPr>
          <w:rFonts w:ascii="Arial" w:hAnsi="Arial" w:cs="Arial"/>
          <w:sz w:val="20"/>
          <w:szCs w:val="20"/>
        </w:rPr>
      </w:pPr>
    </w:p>
    <w:p w14:paraId="122C34E4" w14:textId="77777777" w:rsidR="00BF35F5" w:rsidRDefault="00BF35F5" w:rsidP="00BF35F5">
      <w:pPr>
        <w:pStyle w:val="Odstavecseseznamem"/>
        <w:rPr>
          <w:rFonts w:ascii="Arial" w:hAnsi="Arial" w:cs="Arial"/>
          <w:sz w:val="20"/>
          <w:szCs w:val="20"/>
        </w:rPr>
      </w:pPr>
    </w:p>
    <w:p w14:paraId="44F5C261" w14:textId="2024BD27" w:rsidR="00BF35F5" w:rsidRDefault="00BF35F5" w:rsidP="00BF35F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5:</w:t>
      </w:r>
    </w:p>
    <w:p w14:paraId="232EDBE1" w14:textId="77777777" w:rsidR="00BF35F5" w:rsidRPr="00447B8F" w:rsidRDefault="00BF35F5" w:rsidP="00BF35F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35F5" w14:paraId="158629C0" w14:textId="77777777" w:rsidTr="002C51A7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7B61C01" w14:textId="77777777" w:rsidR="00BF35F5" w:rsidRPr="00447B8F" w:rsidRDefault="00BF35F5" w:rsidP="002C51A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05D4755" w14:textId="77777777" w:rsidR="00BF35F5" w:rsidRPr="00447B8F" w:rsidRDefault="00BF35F5" w:rsidP="002C51A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35F5" w14:paraId="4B460BF3" w14:textId="77777777" w:rsidTr="002C51A7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56FC621F" w14:textId="77777777" w:rsidR="00BF35F5" w:rsidRPr="00447B8F" w:rsidRDefault="00BF35F5" w:rsidP="002C51A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B4D3063" w14:textId="77777777" w:rsidR="00BF35F5" w:rsidRPr="00447B8F" w:rsidRDefault="00BF35F5" w:rsidP="002C51A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35F5" w14:paraId="0C2FC4E5" w14:textId="77777777" w:rsidTr="002C51A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94535C7" w14:textId="77777777" w:rsidR="00BF35F5" w:rsidRPr="00447B8F" w:rsidRDefault="00BF35F5" w:rsidP="002C51A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F2CFE97" w14:textId="77777777" w:rsidR="00BF35F5" w:rsidRPr="00447B8F" w:rsidRDefault="00BF35F5" w:rsidP="002C51A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35F5" w14:paraId="450E9A6E" w14:textId="77777777" w:rsidTr="002C51A7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FA13719" w14:textId="77777777" w:rsidR="00BF35F5" w:rsidRPr="00447B8F" w:rsidRDefault="00BF35F5" w:rsidP="002C51A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6CB6C83" w14:textId="77777777" w:rsidR="00BF35F5" w:rsidRPr="00447B8F" w:rsidRDefault="00BF35F5" w:rsidP="002C51A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35F5" w14:paraId="0A118248" w14:textId="77777777" w:rsidTr="002C51A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C475AAE" w14:textId="77777777" w:rsidR="00BF35F5" w:rsidRPr="00447B8F" w:rsidRDefault="00BF35F5" w:rsidP="002C51A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86EB48E" w14:textId="77777777" w:rsidR="00BF35F5" w:rsidRPr="00447B8F" w:rsidRDefault="00BF35F5" w:rsidP="002C51A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CBFBDB3" w14:textId="77777777" w:rsidR="00BF35F5" w:rsidRDefault="00BF35F5" w:rsidP="00BF35F5">
      <w:pPr>
        <w:pStyle w:val="Odstavecseseznamem"/>
        <w:rPr>
          <w:rFonts w:ascii="Arial" w:hAnsi="Arial" w:cs="Arial"/>
          <w:sz w:val="20"/>
          <w:szCs w:val="20"/>
        </w:rPr>
      </w:pPr>
    </w:p>
    <w:p w14:paraId="42DD690C" w14:textId="77777777" w:rsidR="00BF35F5" w:rsidRDefault="00BF35F5" w:rsidP="00BF35F5">
      <w:pPr>
        <w:pStyle w:val="Odstavecseseznamem"/>
        <w:rPr>
          <w:rFonts w:ascii="Arial" w:hAnsi="Arial" w:cs="Arial"/>
          <w:sz w:val="20"/>
          <w:szCs w:val="20"/>
        </w:rPr>
      </w:pPr>
    </w:p>
    <w:p w14:paraId="4313D637" w14:textId="1332B51B" w:rsidR="00BF35F5" w:rsidRDefault="00BF35F5" w:rsidP="00BF35F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6:</w:t>
      </w:r>
    </w:p>
    <w:p w14:paraId="6B0DC230" w14:textId="77777777" w:rsidR="00BF35F5" w:rsidRPr="00447B8F" w:rsidRDefault="00BF35F5" w:rsidP="00BF35F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35F5" w14:paraId="707A6393" w14:textId="77777777" w:rsidTr="002C51A7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9DF8CD9" w14:textId="77777777" w:rsidR="00BF35F5" w:rsidRPr="00447B8F" w:rsidRDefault="00BF35F5" w:rsidP="002C51A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02B1967" w14:textId="77777777" w:rsidR="00BF35F5" w:rsidRPr="00447B8F" w:rsidRDefault="00BF35F5" w:rsidP="002C51A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35F5" w14:paraId="54C7C128" w14:textId="77777777" w:rsidTr="002C51A7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24AF278" w14:textId="77777777" w:rsidR="00BF35F5" w:rsidRPr="00447B8F" w:rsidRDefault="00BF35F5" w:rsidP="002C51A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44A702" w14:textId="77777777" w:rsidR="00BF35F5" w:rsidRPr="00447B8F" w:rsidRDefault="00BF35F5" w:rsidP="002C51A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35F5" w14:paraId="4E07FF07" w14:textId="77777777" w:rsidTr="002C51A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E49F5AC" w14:textId="77777777" w:rsidR="00BF35F5" w:rsidRPr="00447B8F" w:rsidRDefault="00BF35F5" w:rsidP="002C51A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6628EAB" w14:textId="77777777" w:rsidR="00BF35F5" w:rsidRPr="00447B8F" w:rsidRDefault="00BF35F5" w:rsidP="002C51A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35F5" w14:paraId="6F30ED94" w14:textId="77777777" w:rsidTr="002C51A7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23CF7F45" w14:textId="77777777" w:rsidR="00BF35F5" w:rsidRPr="00447B8F" w:rsidRDefault="00BF35F5" w:rsidP="002C51A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A5237BB" w14:textId="77777777" w:rsidR="00BF35F5" w:rsidRPr="00447B8F" w:rsidRDefault="00BF35F5" w:rsidP="002C51A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35F5" w14:paraId="0213B43D" w14:textId="77777777" w:rsidTr="002C51A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3172F24" w14:textId="77777777" w:rsidR="00BF35F5" w:rsidRPr="00447B8F" w:rsidRDefault="00BF35F5" w:rsidP="002C51A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B7852F7" w14:textId="77777777" w:rsidR="00BF35F5" w:rsidRPr="00447B8F" w:rsidRDefault="00BF35F5" w:rsidP="002C51A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8F627DB" w14:textId="77777777" w:rsidR="00BF35F5" w:rsidRDefault="00BF35F5" w:rsidP="00BF35F5">
      <w:pPr>
        <w:rPr>
          <w:rFonts w:ascii="Arial" w:hAnsi="Arial" w:cs="Arial"/>
          <w:color w:val="FF0000"/>
          <w:sz w:val="20"/>
          <w:szCs w:val="20"/>
        </w:rPr>
      </w:pPr>
    </w:p>
    <w:p w14:paraId="1BC006DA" w14:textId="57C2162A" w:rsidR="00BF35F5" w:rsidRDefault="00BF35F5" w:rsidP="00593E12">
      <w:pPr>
        <w:rPr>
          <w:rFonts w:ascii="Arial" w:hAnsi="Arial" w:cs="Arial"/>
          <w:color w:val="FF0000"/>
          <w:sz w:val="20"/>
          <w:szCs w:val="20"/>
        </w:rPr>
      </w:pPr>
    </w:p>
    <w:p w14:paraId="4BD92AF7" w14:textId="65521A2C" w:rsidR="005F241A" w:rsidRDefault="005F241A" w:rsidP="00593E12">
      <w:pPr>
        <w:rPr>
          <w:rFonts w:ascii="Arial" w:hAnsi="Arial" w:cs="Arial"/>
          <w:color w:val="FF0000"/>
          <w:sz w:val="20"/>
          <w:szCs w:val="20"/>
        </w:rPr>
      </w:pPr>
    </w:p>
    <w:p w14:paraId="19C2FF06" w14:textId="68BE5860" w:rsidR="005F241A" w:rsidRDefault="005F241A" w:rsidP="00593E12">
      <w:pPr>
        <w:rPr>
          <w:rFonts w:ascii="Arial" w:hAnsi="Arial" w:cs="Arial"/>
          <w:color w:val="FF0000"/>
          <w:sz w:val="20"/>
          <w:szCs w:val="20"/>
        </w:rPr>
      </w:pPr>
    </w:p>
    <w:p w14:paraId="69515ADA" w14:textId="71174053" w:rsidR="005F241A" w:rsidRDefault="005F241A" w:rsidP="00593E12">
      <w:pPr>
        <w:rPr>
          <w:rFonts w:ascii="Arial" w:hAnsi="Arial" w:cs="Arial"/>
          <w:color w:val="FF0000"/>
          <w:sz w:val="20"/>
          <w:szCs w:val="20"/>
        </w:rPr>
      </w:pPr>
    </w:p>
    <w:p w14:paraId="240B95E8" w14:textId="6B82B288" w:rsidR="005F241A" w:rsidRDefault="005F241A" w:rsidP="00593E12">
      <w:pPr>
        <w:rPr>
          <w:rFonts w:ascii="Arial" w:hAnsi="Arial" w:cs="Arial"/>
          <w:color w:val="FF0000"/>
          <w:sz w:val="20"/>
          <w:szCs w:val="20"/>
        </w:rPr>
      </w:pPr>
    </w:p>
    <w:p w14:paraId="1007EFAA" w14:textId="1B8201BC" w:rsidR="005F241A" w:rsidRDefault="005F241A" w:rsidP="00593E12">
      <w:pPr>
        <w:rPr>
          <w:rFonts w:ascii="Arial" w:hAnsi="Arial" w:cs="Arial"/>
          <w:color w:val="FF0000"/>
          <w:sz w:val="20"/>
          <w:szCs w:val="20"/>
        </w:rPr>
      </w:pPr>
    </w:p>
    <w:p w14:paraId="65894CE1" w14:textId="5F574DCB" w:rsidR="005F241A" w:rsidRDefault="005F241A" w:rsidP="00593E12">
      <w:pPr>
        <w:rPr>
          <w:rFonts w:ascii="Arial" w:hAnsi="Arial" w:cs="Arial"/>
          <w:color w:val="FF0000"/>
          <w:sz w:val="20"/>
          <w:szCs w:val="20"/>
        </w:rPr>
      </w:pPr>
    </w:p>
    <w:p w14:paraId="335060D4" w14:textId="77777777" w:rsidR="005F241A" w:rsidRDefault="005F241A" w:rsidP="00593E12">
      <w:pPr>
        <w:rPr>
          <w:rFonts w:ascii="Arial" w:hAnsi="Arial" w:cs="Arial"/>
          <w:color w:val="FF0000"/>
          <w:sz w:val="20"/>
          <w:szCs w:val="20"/>
        </w:rPr>
      </w:pPr>
    </w:p>
    <w:p w14:paraId="40D39C9F" w14:textId="77777777" w:rsidR="00BF35F5" w:rsidRDefault="00BF35F5" w:rsidP="00593E12">
      <w:pPr>
        <w:rPr>
          <w:rFonts w:ascii="Arial" w:hAnsi="Arial" w:cs="Arial"/>
          <w:color w:val="FF0000"/>
          <w:sz w:val="20"/>
          <w:szCs w:val="20"/>
        </w:rPr>
      </w:pPr>
    </w:p>
    <w:p w14:paraId="2D70DA48" w14:textId="77777777" w:rsidR="00BF35F5" w:rsidRDefault="00BF35F5" w:rsidP="00BF35F5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lastRenderedPageBreak/>
        <w:t>Seznam zaměstnanců nebo spolupracovníků,</w:t>
      </w:r>
      <w:r>
        <w:rPr>
          <w:rFonts w:ascii="Arial" w:hAnsi="Arial" w:cs="Arial"/>
          <w:sz w:val="20"/>
          <w:szCs w:val="20"/>
        </w:rPr>
        <w:t xml:space="preserve"> kteří se budou podílet na plnění veřejné zakázky, bez ohledu na to, zda jde o zaměstnance dodavatele nebo osoby v jiném vztahu k dodavateli: </w:t>
      </w:r>
    </w:p>
    <w:p w14:paraId="5D72BAF2" w14:textId="77777777" w:rsidR="00BF35F5" w:rsidRDefault="00BF35F5" w:rsidP="00BF35F5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157AB800" w14:textId="24740D4C" w:rsidR="00BF35F5" w:rsidRDefault="00BF35F5" w:rsidP="00BF35F5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Specialista č.  1 – osoba odborně způsobilá</w:t>
      </w:r>
    </w:p>
    <w:p w14:paraId="1FF18290" w14:textId="77777777" w:rsidR="00BF35F5" w:rsidRDefault="00BF35F5" w:rsidP="00BF35F5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35F5" w14:paraId="4FF0FCDA" w14:textId="77777777" w:rsidTr="00BF35F5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A8863" w14:textId="77777777" w:rsidR="00BF35F5" w:rsidRDefault="00BF35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EE8AC" w14:textId="77777777" w:rsidR="00BF35F5" w:rsidRDefault="00BF35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BF35F5" w14:paraId="71BFDEAB" w14:textId="77777777" w:rsidTr="00BF35F5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12676" w14:textId="77777777" w:rsidR="00BF35F5" w:rsidRDefault="00BF35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D72F4" w14:textId="77777777" w:rsidR="00BF35F5" w:rsidRDefault="00BF35F5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BF35F5" w14:paraId="01215F58" w14:textId="77777777" w:rsidTr="00BF35F5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32D7" w14:textId="77777777" w:rsidR="00BF35F5" w:rsidRDefault="00BF35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Vztah technika k dodavateli (tj. zaměstnanec či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poddodavatel,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15186" w14:textId="77777777" w:rsidR="00BF35F5" w:rsidRDefault="00BF35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BF35F5" w14:paraId="3E26F314" w14:textId="77777777" w:rsidTr="00BF35F5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6864" w14:textId="77777777" w:rsidR="00BF35F5" w:rsidRDefault="00BF35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Získané certifikace</w:t>
            </w:r>
            <w:r>
              <w:rPr>
                <w:lang w:eastAsia="en-US"/>
              </w:rPr>
              <w:t>*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B1BA" w14:textId="77777777" w:rsidR="00BF35F5" w:rsidRDefault="00BF35F5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0BC6FC65" w14:textId="77777777" w:rsidR="00BF35F5" w:rsidRDefault="00BF35F5" w:rsidP="00BF35F5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6BCD6097" w14:textId="77777777" w:rsidR="00BF35F5" w:rsidRDefault="00BF35F5" w:rsidP="00BF35F5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40FF8002" w14:textId="7E96A3DB" w:rsidR="00BF35F5" w:rsidRDefault="00BF35F5" w:rsidP="00BF35F5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Specialista č.  2 – osoba odborně způsobilá – technik požární ochrany</w:t>
      </w:r>
    </w:p>
    <w:p w14:paraId="24DEB002" w14:textId="77777777" w:rsidR="00BF35F5" w:rsidRDefault="00BF35F5" w:rsidP="00BF35F5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35F5" w14:paraId="35BA3DFB" w14:textId="77777777" w:rsidTr="00BF35F5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30A0E" w14:textId="77777777" w:rsidR="00BF35F5" w:rsidRDefault="00BF35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57FF3" w14:textId="77777777" w:rsidR="00BF35F5" w:rsidRDefault="00BF35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BF35F5" w14:paraId="5672AFDE" w14:textId="77777777" w:rsidTr="00BF35F5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8A292" w14:textId="77777777" w:rsidR="00BF35F5" w:rsidRDefault="00BF35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19375" w14:textId="77777777" w:rsidR="00BF35F5" w:rsidRDefault="00BF35F5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BF35F5" w14:paraId="65E56560" w14:textId="77777777" w:rsidTr="00BF35F5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1B29D" w14:textId="77777777" w:rsidR="00BF35F5" w:rsidRDefault="00BF35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Vztah technika k dodavateli (tj. zaměstnanec či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poddodavatel,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DF824" w14:textId="77777777" w:rsidR="00BF35F5" w:rsidRDefault="00BF35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BF35F5" w14:paraId="23C8FD53" w14:textId="77777777" w:rsidTr="00BF35F5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F0E16" w14:textId="77777777" w:rsidR="00BF35F5" w:rsidRDefault="00BF35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Získané certifikace</w:t>
            </w:r>
            <w:r>
              <w:rPr>
                <w:lang w:eastAsia="en-US"/>
              </w:rPr>
              <w:t>*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C1F49" w14:textId="77777777" w:rsidR="00BF35F5" w:rsidRDefault="00BF35F5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005C9402" w14:textId="7AA6C9D2" w:rsidR="00AC56EE" w:rsidRDefault="00AC56EE" w:rsidP="00BF35F5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6B9966DD" w14:textId="77777777" w:rsidR="00AC56EE" w:rsidRDefault="00AC56EE" w:rsidP="00BF35F5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2AE711CA" w14:textId="2BA2BD36" w:rsidR="00BF35F5" w:rsidRDefault="00BF35F5" w:rsidP="00BF35F5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Specialista č.  3 – osoba odborně způsobilá – technik požární ochrany</w:t>
      </w:r>
    </w:p>
    <w:p w14:paraId="7DA23EF5" w14:textId="77777777" w:rsidR="00BF35F5" w:rsidRDefault="00BF35F5" w:rsidP="00BF35F5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35F5" w14:paraId="4D1FACB2" w14:textId="77777777" w:rsidTr="00BF35F5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62F45" w14:textId="77777777" w:rsidR="00BF35F5" w:rsidRDefault="00BF35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0440F" w14:textId="77777777" w:rsidR="00BF35F5" w:rsidRDefault="00BF35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BF35F5" w14:paraId="417FC5D8" w14:textId="77777777" w:rsidTr="00BF35F5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F9D0" w14:textId="77777777" w:rsidR="00BF35F5" w:rsidRDefault="00BF35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6F8A" w14:textId="77777777" w:rsidR="00BF35F5" w:rsidRDefault="00BF35F5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BF35F5" w14:paraId="05E9B14A" w14:textId="77777777" w:rsidTr="00BF35F5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5B899" w14:textId="77777777" w:rsidR="00BF35F5" w:rsidRDefault="00BF35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Vztah technika k dodavateli (tj. zaměstnanec či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poddodavatel,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AA35" w14:textId="77777777" w:rsidR="00BF35F5" w:rsidRDefault="00BF35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BF35F5" w14:paraId="6A47E2EF" w14:textId="77777777" w:rsidTr="00BF35F5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30513" w14:textId="77777777" w:rsidR="00BF35F5" w:rsidRDefault="00BF35F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Získané certifikace</w:t>
            </w:r>
            <w:r>
              <w:rPr>
                <w:lang w:eastAsia="en-US"/>
              </w:rPr>
              <w:t>*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95A6" w14:textId="77777777" w:rsidR="00BF35F5" w:rsidRDefault="00BF35F5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62D9DEA9" w14:textId="64E5ED82" w:rsidR="00BF35F5" w:rsidRDefault="00BF35F5" w:rsidP="00BF35F5">
      <w:pPr>
        <w:tabs>
          <w:tab w:val="num" w:pos="180"/>
        </w:tabs>
        <w:jc w:val="both"/>
        <w:rPr>
          <w:rFonts w:ascii="Arial" w:hAnsi="Arial" w:cs="Arial"/>
          <w:i/>
          <w:color w:val="E36C0A"/>
          <w:sz w:val="20"/>
          <w:szCs w:val="20"/>
        </w:rPr>
      </w:pPr>
    </w:p>
    <w:p w14:paraId="0EBE2A69" w14:textId="2519F6F1" w:rsidR="00AC56EE" w:rsidRDefault="00AC56EE" w:rsidP="00AC56EE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Specialista č.  4 – autorizovaný inženýr</w:t>
      </w:r>
    </w:p>
    <w:p w14:paraId="306DB73E" w14:textId="77777777" w:rsidR="00AC56EE" w:rsidRDefault="00AC56EE" w:rsidP="00AC56EE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C56EE" w14:paraId="4C7E6AEA" w14:textId="77777777" w:rsidTr="002C51A7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B88BB" w14:textId="77777777" w:rsidR="00AC56EE" w:rsidRDefault="00AC56EE" w:rsidP="002C51A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96B83" w14:textId="77777777" w:rsidR="00AC56EE" w:rsidRDefault="00AC56EE" w:rsidP="002C51A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C56EE" w14:paraId="1189DC5C" w14:textId="77777777" w:rsidTr="002C51A7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8632F" w14:textId="77777777" w:rsidR="00AC56EE" w:rsidRDefault="00AC56EE" w:rsidP="002C51A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1C331" w14:textId="77777777" w:rsidR="00AC56EE" w:rsidRDefault="00AC56EE" w:rsidP="002C51A7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C56EE" w14:paraId="369E5F1E" w14:textId="77777777" w:rsidTr="002C51A7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779AE" w14:textId="77777777" w:rsidR="00AC56EE" w:rsidRDefault="00AC56EE" w:rsidP="002C51A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Vztah technika k dodavateli (tj. zaměstnanec či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poddodavatel,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3F443" w14:textId="77777777" w:rsidR="00AC56EE" w:rsidRDefault="00AC56EE" w:rsidP="002C51A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C56EE" w14:paraId="18382576" w14:textId="77777777" w:rsidTr="002C51A7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3E540" w14:textId="77777777" w:rsidR="00AC56EE" w:rsidRDefault="00AC56EE" w:rsidP="002C51A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Získané certifikace</w:t>
            </w:r>
            <w:r>
              <w:rPr>
                <w:lang w:eastAsia="en-US"/>
              </w:rPr>
              <w:t>*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EC2E9" w14:textId="77777777" w:rsidR="00AC56EE" w:rsidRDefault="00AC56EE" w:rsidP="002C51A7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63D57389" w14:textId="3CBC4664" w:rsidR="00AC56EE" w:rsidRDefault="00AC56EE" w:rsidP="00BF35F5">
      <w:pPr>
        <w:tabs>
          <w:tab w:val="num" w:pos="180"/>
        </w:tabs>
        <w:jc w:val="both"/>
        <w:rPr>
          <w:rFonts w:ascii="Arial" w:hAnsi="Arial" w:cs="Arial"/>
          <w:i/>
          <w:color w:val="E36C0A"/>
          <w:sz w:val="20"/>
          <w:szCs w:val="20"/>
        </w:rPr>
      </w:pPr>
    </w:p>
    <w:p w14:paraId="7EE81DA0" w14:textId="77777777" w:rsidR="00AC56EE" w:rsidRDefault="00AC56EE" w:rsidP="00AC56EE">
      <w:pPr>
        <w:tabs>
          <w:tab w:val="num" w:pos="180"/>
        </w:tabs>
        <w:jc w:val="both"/>
        <w:rPr>
          <w:rFonts w:ascii="Arial" w:hAnsi="Arial" w:cs="Arial"/>
          <w:i/>
          <w:color w:val="E36C0A"/>
          <w:sz w:val="20"/>
          <w:szCs w:val="20"/>
        </w:rPr>
      </w:pPr>
    </w:p>
    <w:p w14:paraId="29C58CFF" w14:textId="0251D08C" w:rsidR="00AC56EE" w:rsidRDefault="00AC56EE" w:rsidP="00AC56EE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Specialista č.  5 – držitel </w:t>
      </w:r>
      <w:r w:rsidRPr="002C51A7">
        <w:rPr>
          <w:rFonts w:ascii="Arial" w:hAnsi="Arial" w:cs="Arial"/>
          <w:b/>
          <w:iCs/>
          <w:sz w:val="20"/>
          <w:szCs w:val="20"/>
        </w:rPr>
        <w:t>platného certifikátu o školení na klapky Mandík</w:t>
      </w:r>
    </w:p>
    <w:p w14:paraId="1ABECE82" w14:textId="77777777" w:rsidR="00AC56EE" w:rsidRDefault="00AC56EE" w:rsidP="00AC56EE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C56EE" w14:paraId="7DF7D8DF" w14:textId="77777777" w:rsidTr="002C51A7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509B9" w14:textId="77777777" w:rsidR="00AC56EE" w:rsidRDefault="00AC56EE" w:rsidP="002C51A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2D666" w14:textId="77777777" w:rsidR="00AC56EE" w:rsidRDefault="00AC56EE" w:rsidP="002C51A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C56EE" w14:paraId="2B93E240" w14:textId="77777777" w:rsidTr="002C51A7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7F0B4" w14:textId="77777777" w:rsidR="00AC56EE" w:rsidRDefault="00AC56EE" w:rsidP="002C51A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9EF72" w14:textId="77777777" w:rsidR="00AC56EE" w:rsidRDefault="00AC56EE" w:rsidP="002C51A7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C56EE" w14:paraId="243C693C" w14:textId="77777777" w:rsidTr="002C51A7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B7236" w14:textId="77777777" w:rsidR="00AC56EE" w:rsidRDefault="00AC56EE" w:rsidP="002C51A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Vztah technika k dodavateli (tj. zaměstnanec či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poddodavatel,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96DF7" w14:textId="77777777" w:rsidR="00AC56EE" w:rsidRDefault="00AC56EE" w:rsidP="002C51A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C56EE" w14:paraId="0F43D85D" w14:textId="77777777" w:rsidTr="002C51A7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DE7BB" w14:textId="77777777" w:rsidR="00AC56EE" w:rsidRDefault="00AC56EE" w:rsidP="002C51A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Získané certifikace</w:t>
            </w:r>
            <w:r>
              <w:rPr>
                <w:lang w:eastAsia="en-US"/>
              </w:rPr>
              <w:t>*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FCEF9" w14:textId="77777777" w:rsidR="00AC56EE" w:rsidRDefault="00AC56EE" w:rsidP="002C51A7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1DE54080" w14:textId="77777777" w:rsidR="00AC56EE" w:rsidRDefault="00AC56EE" w:rsidP="00BF35F5">
      <w:pPr>
        <w:tabs>
          <w:tab w:val="num" w:pos="180"/>
        </w:tabs>
        <w:jc w:val="both"/>
        <w:rPr>
          <w:rFonts w:ascii="Arial" w:hAnsi="Arial" w:cs="Arial"/>
          <w:i/>
          <w:color w:val="E36C0A"/>
          <w:sz w:val="20"/>
          <w:szCs w:val="20"/>
        </w:rPr>
      </w:pPr>
    </w:p>
    <w:p w14:paraId="74DB0A8F" w14:textId="5B8573C1" w:rsidR="00AC56EE" w:rsidRDefault="00AC56EE" w:rsidP="00AC56EE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Specialista č.  6 – držitel </w:t>
      </w:r>
      <w:r w:rsidRPr="002C51A7">
        <w:rPr>
          <w:rFonts w:ascii="Arial" w:hAnsi="Arial" w:cs="Arial"/>
          <w:b/>
          <w:iCs/>
          <w:sz w:val="20"/>
          <w:szCs w:val="20"/>
        </w:rPr>
        <w:t>platného certifikátu o školení na klapky Mandík</w:t>
      </w:r>
    </w:p>
    <w:p w14:paraId="12310045" w14:textId="77777777" w:rsidR="00AC56EE" w:rsidRDefault="00AC56EE" w:rsidP="00AC56EE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C56EE" w14:paraId="5CFA036A" w14:textId="77777777" w:rsidTr="002C51A7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1554" w14:textId="77777777" w:rsidR="00AC56EE" w:rsidRDefault="00AC56EE" w:rsidP="002C51A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358B" w14:textId="77777777" w:rsidR="00AC56EE" w:rsidRDefault="00AC56EE" w:rsidP="002C51A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C56EE" w14:paraId="29D00EB3" w14:textId="77777777" w:rsidTr="002C51A7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1E540" w14:textId="77777777" w:rsidR="00AC56EE" w:rsidRDefault="00AC56EE" w:rsidP="002C51A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4D019" w14:textId="77777777" w:rsidR="00AC56EE" w:rsidRDefault="00AC56EE" w:rsidP="002C51A7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C56EE" w14:paraId="0F64C13F" w14:textId="77777777" w:rsidTr="002C51A7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0A4AC" w14:textId="77777777" w:rsidR="00AC56EE" w:rsidRDefault="00AC56EE" w:rsidP="002C51A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Vztah technika k dodavateli (tj. zaměstnanec či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poddodavatel,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A2470" w14:textId="77777777" w:rsidR="00AC56EE" w:rsidRDefault="00AC56EE" w:rsidP="002C51A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C56EE" w14:paraId="6EA4113B" w14:textId="77777777" w:rsidTr="002C51A7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63839" w14:textId="77777777" w:rsidR="00AC56EE" w:rsidRDefault="00AC56EE" w:rsidP="002C51A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Získané certifikace</w:t>
            </w:r>
            <w:r>
              <w:rPr>
                <w:lang w:eastAsia="en-US"/>
              </w:rPr>
              <w:t>*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7AE3C" w14:textId="77777777" w:rsidR="00AC56EE" w:rsidRDefault="00AC56EE" w:rsidP="002C51A7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6EA19947" w14:textId="77777777" w:rsidR="00BF35F5" w:rsidRDefault="00BF35F5" w:rsidP="00BF35F5">
      <w:pPr>
        <w:tabs>
          <w:tab w:val="left" w:pos="3795"/>
        </w:tabs>
        <w:rPr>
          <w:rFonts w:ascii="Arial" w:hAnsi="Arial" w:cs="Arial"/>
        </w:rPr>
      </w:pPr>
    </w:p>
    <w:p w14:paraId="48823087" w14:textId="055BE806" w:rsidR="00BF35F5" w:rsidRDefault="00BF35F5" w:rsidP="00BF35F5">
      <w:pPr>
        <w:rPr>
          <w:rFonts w:ascii="Arial" w:hAnsi="Arial" w:cs="Arial"/>
          <w:sz w:val="20"/>
          <w:szCs w:val="20"/>
        </w:rPr>
      </w:pPr>
      <w:r>
        <w:t>*</w:t>
      </w:r>
      <w:r>
        <w:rPr>
          <w:rFonts w:ascii="Arial" w:hAnsi="Arial" w:cs="Arial"/>
          <w:sz w:val="20"/>
          <w:szCs w:val="20"/>
        </w:rPr>
        <w:t>U získaných certifikátů je třeba rovněž doložit jejich</w:t>
      </w:r>
      <w:r w:rsidR="00681B5F">
        <w:rPr>
          <w:rFonts w:ascii="Arial" w:hAnsi="Arial" w:cs="Arial"/>
          <w:sz w:val="20"/>
          <w:szCs w:val="20"/>
        </w:rPr>
        <w:t xml:space="preserve"> prosté kopie.</w:t>
      </w:r>
    </w:p>
    <w:p w14:paraId="1A0050E6" w14:textId="77777777" w:rsidR="00BF35F5" w:rsidRPr="00447B8F" w:rsidRDefault="00BF35F5" w:rsidP="00593E12">
      <w:pPr>
        <w:rPr>
          <w:rFonts w:ascii="Arial" w:hAnsi="Arial" w:cs="Arial"/>
          <w:color w:val="FF0000"/>
          <w:sz w:val="20"/>
          <w:szCs w:val="20"/>
        </w:rPr>
      </w:pPr>
    </w:p>
    <w:p w14:paraId="45656FED" w14:textId="77777777"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14:paraId="5F83BCB3" w14:textId="77777777" w:rsidR="00593E12" w:rsidRPr="00447B8F" w:rsidRDefault="00195B62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5BEB048E" w14:textId="77777777"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21A9A25" w14:textId="7C3EF0A4"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5A2CADD" w14:textId="77777777" w:rsidR="00BF35F5" w:rsidRDefault="00BF35F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A0E0B82" w14:textId="194F51F3" w:rsidR="009E7AC7" w:rsidRDefault="00195B62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01C8B86E" w14:textId="0C5800B2" w:rsidR="00BF35F5" w:rsidRDefault="00BF35F5" w:rsidP="001137C9">
      <w:pPr>
        <w:rPr>
          <w:rFonts w:ascii="Arial" w:hAnsi="Arial" w:cs="Arial"/>
          <w:sz w:val="20"/>
          <w:szCs w:val="20"/>
        </w:rPr>
      </w:pPr>
    </w:p>
    <w:p w14:paraId="271F7101" w14:textId="77777777" w:rsidR="00BF35F5" w:rsidRPr="00447B8F" w:rsidRDefault="00BF35F5" w:rsidP="001137C9">
      <w:pPr>
        <w:rPr>
          <w:rFonts w:ascii="Arial" w:hAnsi="Arial" w:cs="Arial"/>
          <w:sz w:val="20"/>
          <w:szCs w:val="20"/>
        </w:rPr>
      </w:pPr>
    </w:p>
    <w:p w14:paraId="27DC27EF" w14:textId="77777777" w:rsidR="00D44239" w:rsidRPr="00447B8F" w:rsidRDefault="00195B62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1FA3D" w14:textId="77777777" w:rsidR="0078247D" w:rsidRDefault="0078247D">
      <w:r>
        <w:separator/>
      </w:r>
    </w:p>
  </w:endnote>
  <w:endnote w:type="continuationSeparator" w:id="0">
    <w:p w14:paraId="16CCA93B" w14:textId="77777777" w:rsidR="0078247D" w:rsidRDefault="00782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9639C" w14:textId="77777777" w:rsidR="003D5020" w:rsidRDefault="00195B62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2FF1844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BD592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CEAD8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C09DA" w14:textId="77777777" w:rsidR="0078247D" w:rsidRDefault="0078247D">
      <w:r>
        <w:separator/>
      </w:r>
    </w:p>
  </w:footnote>
  <w:footnote w:type="continuationSeparator" w:id="0">
    <w:p w14:paraId="055283D7" w14:textId="77777777" w:rsidR="0078247D" w:rsidRDefault="007824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03CCE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8B028" w14:textId="77777777" w:rsidR="00D44239" w:rsidRDefault="00D44239" w:rsidP="008D7673">
    <w:pPr>
      <w:pStyle w:val="Zhlav"/>
      <w:jc w:val="center"/>
      <w:rPr>
        <w:b/>
      </w:rPr>
    </w:pPr>
  </w:p>
  <w:p w14:paraId="3A9AE392" w14:textId="77777777" w:rsidR="00D44239" w:rsidRDefault="00D44239" w:rsidP="008D7673">
    <w:pPr>
      <w:pStyle w:val="Zhlav"/>
      <w:jc w:val="center"/>
      <w:rPr>
        <w:b/>
      </w:rPr>
    </w:pPr>
  </w:p>
  <w:p w14:paraId="63192763" w14:textId="77777777" w:rsidR="003D5020" w:rsidRPr="001137C9" w:rsidRDefault="00195B62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0C51C768" wp14:editId="385BA198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C3000"/>
    <w:multiLevelType w:val="hybridMultilevel"/>
    <w:tmpl w:val="44D03D0E"/>
    <w:lvl w:ilvl="0" w:tplc="0584DEA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BE018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77C83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09A5B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D44BD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0AA8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E907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C4CB3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7E27A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B53435A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E2A465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3EB871B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E0CEE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504BA1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21225FE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B14D0C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95CE641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4F1EA63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A2842D4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EE8559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E926EE2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66450D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C7CB31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CBE2BA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8D6CDC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DA44F2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5CE002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2398E9A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29AC07B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BB3EF27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5CB05BF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8423AA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FCEEBD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45D8FF4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4A5ACE5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AE45E4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1C608EB"/>
    <w:multiLevelType w:val="hybridMultilevel"/>
    <w:tmpl w:val="7C94C48C"/>
    <w:lvl w:ilvl="0" w:tplc="37D2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8B3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6C7B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663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742F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442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4ECE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8E66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3435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476175"/>
    <w:multiLevelType w:val="hybridMultilevel"/>
    <w:tmpl w:val="7B4CBA3A"/>
    <w:lvl w:ilvl="0" w:tplc="D702299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F508C6E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E89C65E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1A427E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EE90B2B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E4AE8D9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739A402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6240860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52980E1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1A86325A"/>
    <w:multiLevelType w:val="hybridMultilevel"/>
    <w:tmpl w:val="0EE860C8"/>
    <w:lvl w:ilvl="0" w:tplc="C5501C9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3A843BB2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6EE85D8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8952A0C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0AC87C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DE586C12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8A3EE96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D3BA435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65C7AC4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 w15:restartNumberingAfterBreak="0">
    <w:nsid w:val="21DB06E1"/>
    <w:multiLevelType w:val="hybridMultilevel"/>
    <w:tmpl w:val="669A97E4"/>
    <w:lvl w:ilvl="0" w:tplc="CC6264B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5A40DC30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E16EC8B4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464C31EC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A3B4C11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C7D26716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3C3C13A4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B74A0172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B258756C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296A7BF0"/>
    <w:multiLevelType w:val="hybridMultilevel"/>
    <w:tmpl w:val="0D3E3F5A"/>
    <w:lvl w:ilvl="0" w:tplc="A24018E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5962622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650CD6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691012F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E86D35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95D4798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312696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65E0E3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3D9E4DC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2A9259D5"/>
    <w:multiLevelType w:val="hybridMultilevel"/>
    <w:tmpl w:val="781071A0"/>
    <w:lvl w:ilvl="0" w:tplc="E3C21A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EA8089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60B81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F687F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68DC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B88FB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BA466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C861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2869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EF55C3"/>
    <w:multiLevelType w:val="hybridMultilevel"/>
    <w:tmpl w:val="58205DB0"/>
    <w:lvl w:ilvl="0" w:tplc="0C48632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268F03C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F7A629E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A70E05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6F817A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3F40CAD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42D0B64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DE14565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DC541EA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6178B09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F9AD5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92A0B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5D62D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7EFB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F86EC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2AA93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2E83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72C34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2709C8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3538249E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48FC6D08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3E4C5976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64C40D30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7CE4704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C9542B4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574A16AC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882A30A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1A3E14E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8DC70C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A9ADDB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6B415B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E3A9AA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25EAC5F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2188FB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55881D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ACC833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7E90B92C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4170BDB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A9163CB4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43CB91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5A98FB2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1556C43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305A362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DC86B35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32A8D21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39585DE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6E4D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826D0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0EA0C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86E9F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4E4E1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BCB5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1BC02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0CC88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469072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7244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AAE80A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88466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C89A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2827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6109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29665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75E94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CDB8B4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6A0417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76ABD0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D76E51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6303ED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9DEAAF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BF861C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6261F6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1042CF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72B032D2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11CF378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FA08AF76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BFC6A9A6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97C155A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90742122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81900CE2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B0623ABA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642E9790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11F6544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E2706E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CD829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9E11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902A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F0A0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AD7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8822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A8CBE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DD8A71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6810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8F46A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D65F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A09D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716D3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9C4E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DE71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7C6ED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5086B0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E657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06861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5C8D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58D5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ADAB6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DCC4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702B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6E68A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848C4EF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7D80FA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45E16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B7CFA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F8C63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336AD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07441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3E448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6E9F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7F12586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3D478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6D855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6EC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C6ED2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93CB4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0586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4461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9C84D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AD4228E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ADA5E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1BEB6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BAA8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381C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C5237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F28D3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E088A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D2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A9C70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2C8F63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E66A2C7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AD8EA69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71EE577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7BEA664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24CE6C8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D012EBF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DB862292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22626E94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B73AA86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B17EB5C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5FBC107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E165A60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6FF44948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CAE09BC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5FD8803E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34C4D3C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234C9E2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D0A83F1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BD2CF4C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8742A6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C78267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1F5444E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9DA0A18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CCA8E5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B7CDE2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97A09DF"/>
    <w:multiLevelType w:val="hybridMultilevel"/>
    <w:tmpl w:val="BF78ED12"/>
    <w:lvl w:ilvl="0" w:tplc="76BC9836">
      <w:start w:val="2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FFA5DD4"/>
    <w:multiLevelType w:val="hybridMultilevel"/>
    <w:tmpl w:val="E058370E"/>
    <w:lvl w:ilvl="0" w:tplc="1DE64A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8A3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606B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A8E73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5526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F26D7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1C78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950A4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D40A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2"/>
  </w:num>
  <w:num w:numId="19">
    <w:abstractNumId w:val="36"/>
  </w:num>
  <w:num w:numId="20">
    <w:abstractNumId w:val="20"/>
  </w:num>
  <w:num w:numId="21">
    <w:abstractNumId w:val="11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8"/>
  </w:num>
  <w:num w:numId="29">
    <w:abstractNumId w:val="10"/>
  </w:num>
  <w:num w:numId="30">
    <w:abstractNumId w:val="13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6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2"/>
  </w:num>
  <w:num w:numId="44">
    <w:abstractNumId w:val="5"/>
  </w:num>
  <w:num w:numId="45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65ED0"/>
    <w:rsid w:val="0007037B"/>
    <w:rsid w:val="00071456"/>
    <w:rsid w:val="00072A8D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6008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5B62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257B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0C2D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7A1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03EA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311F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241A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1B5F"/>
    <w:rsid w:val="00683561"/>
    <w:rsid w:val="006941B6"/>
    <w:rsid w:val="00696662"/>
    <w:rsid w:val="006A0C12"/>
    <w:rsid w:val="006A0F90"/>
    <w:rsid w:val="006A6F30"/>
    <w:rsid w:val="006B6D25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72B2B"/>
    <w:rsid w:val="0078247D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940DE"/>
    <w:rsid w:val="00AA2D87"/>
    <w:rsid w:val="00AA339E"/>
    <w:rsid w:val="00AA7620"/>
    <w:rsid w:val="00AB2A63"/>
    <w:rsid w:val="00AB3E4E"/>
    <w:rsid w:val="00AB6CDC"/>
    <w:rsid w:val="00AC035D"/>
    <w:rsid w:val="00AC461C"/>
    <w:rsid w:val="00AC56EE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35F5"/>
    <w:rsid w:val="00BF5695"/>
    <w:rsid w:val="00C02006"/>
    <w:rsid w:val="00C06178"/>
    <w:rsid w:val="00C16A23"/>
    <w:rsid w:val="00C17CCE"/>
    <w:rsid w:val="00C31699"/>
    <w:rsid w:val="00C34235"/>
    <w:rsid w:val="00C42668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447A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D3B5A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1637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A66BA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D4A642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0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64</TotalTime>
  <Pages>1</Pages>
  <Words>1019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Stantić Kateřina</cp:lastModifiedBy>
  <cp:revision>17</cp:revision>
  <cp:lastPrinted>2018-04-18T10:56:00Z</cp:lastPrinted>
  <dcterms:created xsi:type="dcterms:W3CDTF">2019-06-04T09:28:00Z</dcterms:created>
  <dcterms:modified xsi:type="dcterms:W3CDTF">2025-01-17T12:40:00Z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